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A6F0E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MĚÚ Uherský Brod – dodávka interiéru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6F0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6F0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1700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167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A6F0E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2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DD9EF53F.dotm</Template>
  <TotalTime>53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40</cp:revision>
  <cp:lastPrinted>2021-05-24T06:24:00Z</cp:lastPrinted>
  <dcterms:created xsi:type="dcterms:W3CDTF">2019-09-19T08:40:00Z</dcterms:created>
  <dcterms:modified xsi:type="dcterms:W3CDTF">2025-11-19T14:56:00Z</dcterms:modified>
</cp:coreProperties>
</file>